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A4D" w:rsidRDefault="00AD5861" w:rsidP="005A6D89">
      <w:pPr>
        <w:pStyle w:val="berschrift2"/>
        <w:jc w:val="center"/>
        <w:rPr>
          <w:b w:val="0"/>
          <w:sz w:val="28"/>
          <w:lang w:val="fr-FR"/>
        </w:rPr>
      </w:pPr>
      <w:bookmarkStart w:id="0" w:name="_GoBack"/>
      <w:bookmarkEnd w:id="0"/>
      <w:r w:rsidRPr="00B823C1">
        <w:rPr>
          <w:b w:val="0"/>
          <w:sz w:val="28"/>
          <w:lang w:val="fr-FR"/>
        </w:rPr>
        <w:t>Quatre SMS</w:t>
      </w:r>
    </w:p>
    <w:p w:rsidR="00B823C1" w:rsidRPr="00B823C1" w:rsidRDefault="00B823C1" w:rsidP="00B823C1">
      <w:pPr>
        <w:rPr>
          <w:lang w:val="fr-FR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8391"/>
      </w:tblGrid>
      <w:tr w:rsidR="00AD5861" w:rsidTr="00ED749C">
        <w:trPr>
          <w:cantSplit/>
        </w:trPr>
        <w:tc>
          <w:tcPr>
            <w:tcW w:w="9638" w:type="dxa"/>
            <w:gridSpan w:val="2"/>
            <w:shd w:val="clear" w:color="auto" w:fill="auto"/>
            <w:vAlign w:val="center"/>
          </w:tcPr>
          <w:p w:rsidR="00AD5861" w:rsidRDefault="00AD5861" w:rsidP="00ED749C">
            <w:pPr>
              <w:keepNext/>
              <w:widowControl w:val="0"/>
            </w:pPr>
            <w:r>
              <w:t>Allgemein: Jedes Kästchen ist einzeln zu bewerten.</w:t>
            </w:r>
          </w:p>
        </w:tc>
      </w:tr>
      <w:tr w:rsidR="00AD5861" w:rsidTr="00ED749C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AD5861" w:rsidRDefault="00AD5861" w:rsidP="00ED749C">
            <w:pPr>
              <w:keepNext/>
              <w:widowControl w:val="0"/>
              <w:jc w:val="center"/>
            </w:pPr>
            <w: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AD5861" w:rsidRPr="003D2A57" w:rsidRDefault="00AD5861" w:rsidP="00ED749C">
            <w:pPr>
              <w:keepNext/>
              <w:widowControl w:val="0"/>
            </w:pPr>
            <w:r>
              <w:rPr>
                <w:noProof/>
              </w:rPr>
              <w:drawing>
                <wp:inline distT="0" distB="0" distL="0" distR="0">
                  <wp:extent cx="5076825" cy="1857375"/>
                  <wp:effectExtent l="0" t="0" r="0" b="9525"/>
                  <wp:docPr id="2" name="Grafik 2" descr="CE305_Quatre_SMS_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E305_Quatre_SMS_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6825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169" w:rsidRDefault="00455169" w:rsidP="005A6D89">
      <w:pPr>
        <w:pStyle w:val="berschrift2"/>
        <w:jc w:val="center"/>
        <w:rPr>
          <w:b w:val="0"/>
          <w:sz w:val="28"/>
        </w:rPr>
      </w:pPr>
    </w:p>
    <w:sectPr w:rsidR="00455169" w:rsidSect="00D60A6F">
      <w:footerReference w:type="even" r:id="rId9"/>
      <w:footerReference w:type="default" r:id="rId10"/>
      <w:headerReference w:type="first" r:id="rId11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191" w:rsidRDefault="00C00191">
      <w:r>
        <w:separator/>
      </w:r>
    </w:p>
  </w:endnote>
  <w:endnote w:type="continuationSeparator" w:id="0">
    <w:p w:rsidR="00C00191" w:rsidRDefault="00C0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191" w:rsidRDefault="00C00191">
      <w:r>
        <w:separator/>
      </w:r>
    </w:p>
  </w:footnote>
  <w:footnote w:type="continuationSeparator" w:id="0">
    <w:p w:rsidR="00C00191" w:rsidRDefault="00C00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C00191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72FD259" wp14:editId="30A5839D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191"/>
    <w:rsid w:val="00036691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2722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0A4D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A03F22"/>
    <w:rsid w:val="00A12FBB"/>
    <w:rsid w:val="00A13FB9"/>
    <w:rsid w:val="00A45470"/>
    <w:rsid w:val="00A460CB"/>
    <w:rsid w:val="00A527A9"/>
    <w:rsid w:val="00A74051"/>
    <w:rsid w:val="00A8242C"/>
    <w:rsid w:val="00AD2EBA"/>
    <w:rsid w:val="00AD5861"/>
    <w:rsid w:val="00AE09C7"/>
    <w:rsid w:val="00B0258E"/>
    <w:rsid w:val="00B511DD"/>
    <w:rsid w:val="00B64CD2"/>
    <w:rsid w:val="00B8136A"/>
    <w:rsid w:val="00B823C1"/>
    <w:rsid w:val="00B93D5C"/>
    <w:rsid w:val="00BB4632"/>
    <w:rsid w:val="00BD2EAF"/>
    <w:rsid w:val="00BE5DEA"/>
    <w:rsid w:val="00C00191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65AF"/>
    <w:rsid w:val="00E47315"/>
    <w:rsid w:val="00E56435"/>
    <w:rsid w:val="00E6555C"/>
    <w:rsid w:val="00E72B99"/>
    <w:rsid w:val="00E76C10"/>
    <w:rsid w:val="00EB1981"/>
    <w:rsid w:val="00EC0D58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  <w:rsid w:val="00FF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Vorlage_Auswertung.dot</Template>
  <TotalTime>0</TotalTime>
  <Pages>1</Pages>
  <Words>10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Bettina Neugebauer</cp:lastModifiedBy>
  <cp:revision>4</cp:revision>
  <cp:lastPrinted>2007-01-11T14:25:00Z</cp:lastPrinted>
  <dcterms:created xsi:type="dcterms:W3CDTF">2012-12-20T12:14:00Z</dcterms:created>
  <dcterms:modified xsi:type="dcterms:W3CDTF">2013-03-25T16:07:00Z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